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94F6DD4" w14:textId="77777777" w:rsidR="007B2B03" w:rsidRPr="003C16EE" w:rsidRDefault="007B2B03" w:rsidP="007B2B03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73538C1" w14:textId="77777777" w:rsidR="007B2B03" w:rsidRPr="005F6AA2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FCF1CAE" w14:textId="77777777" w:rsidR="007B2B03" w:rsidRPr="003C16EE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78C0D83" w14:textId="77777777" w:rsidR="007B2B03" w:rsidRPr="005F6AA2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5F6AA2">
              <w:rPr>
                <w:rFonts w:asciiTheme="minorHAnsi" w:hAnsiTheme="minorHAnsi" w:cstheme="minorHAnsi"/>
                <w:b/>
              </w:rPr>
              <w:t>PGE Dystrybucja S.A. Oddział Białystok</w:t>
            </w:r>
          </w:p>
          <w:p w14:paraId="12EF2D50" w14:textId="77777777" w:rsidR="007B2B03" w:rsidRPr="003C16EE" w:rsidRDefault="007B2B03" w:rsidP="007B2B0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7CAA1DEA" w:rsidR="00B67D39" w:rsidRPr="006B56FD" w:rsidRDefault="007B2B03" w:rsidP="007B2B0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F6AA2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5968B83F" w14:textId="7391B7C8" w:rsidR="00602280" w:rsidRPr="00CC7E12" w:rsidRDefault="00602280" w:rsidP="00602280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46782C" w:rsidRPr="0046782C">
        <w:rPr>
          <w:rFonts w:cstheme="minorHAnsi"/>
          <w:b/>
          <w:i/>
        </w:rPr>
        <w:t>Usługa bieżących napraw i</w:t>
      </w:r>
      <w:r w:rsidR="0046782C">
        <w:rPr>
          <w:rFonts w:cstheme="minorHAnsi"/>
          <w:b/>
          <w:i/>
        </w:rPr>
        <w:t> </w:t>
      </w:r>
      <w:r w:rsidR="0046782C" w:rsidRPr="0046782C">
        <w:rPr>
          <w:rFonts w:cstheme="minorHAnsi"/>
          <w:b/>
          <w:i/>
        </w:rPr>
        <w:t xml:space="preserve"> konserwacji systemów ochrony w PGE Dystrybucja S.A. Oddział Białystok</w:t>
      </w:r>
      <w:r>
        <w:rPr>
          <w:rFonts w:cstheme="minorHAnsi"/>
          <w:b/>
          <w:i/>
        </w:rPr>
        <w:t>,</w:t>
      </w:r>
      <w:r w:rsidRPr="001B4510">
        <w:rPr>
          <w:rFonts w:cstheme="minorHAnsi"/>
          <w:b/>
          <w:i/>
        </w:rPr>
        <w:t xml:space="preserve"> </w:t>
      </w:r>
      <w:r w:rsidRPr="00CC7E12">
        <w:rPr>
          <w:rFonts w:cstheme="minorHAnsi"/>
        </w:rPr>
        <w:t>nr</w:t>
      </w:r>
      <w:r>
        <w:rPr>
          <w:rFonts w:cstheme="minorHAnsi"/>
        </w:rPr>
        <w:t> </w:t>
      </w:r>
      <w:r w:rsidRPr="00CC7E12">
        <w:rPr>
          <w:rFonts w:cstheme="minorHAnsi"/>
        </w:rPr>
        <w:t xml:space="preserve"> </w:t>
      </w:r>
      <w:r w:rsidRPr="005201D4">
        <w:rPr>
          <w:rFonts w:cstheme="minorHAnsi"/>
          <w:b/>
        </w:rPr>
        <w:t>POST/DYS/OB/GZ/</w:t>
      </w:r>
      <w:r w:rsidR="0046782C">
        <w:rPr>
          <w:rFonts w:cstheme="minorHAnsi"/>
          <w:b/>
        </w:rPr>
        <w:t>04324</w:t>
      </w:r>
      <w:r w:rsidRPr="005201D4">
        <w:rPr>
          <w:rFonts w:cstheme="minorHAnsi"/>
          <w:b/>
        </w:rPr>
        <w:t>/2025</w:t>
      </w:r>
      <w:r w:rsidRPr="001B4510">
        <w:rPr>
          <w:rFonts w:cstheme="minorHAnsi"/>
          <w:b/>
        </w:rPr>
        <w:t xml:space="preserve"> </w:t>
      </w:r>
      <w:r w:rsidRPr="00CC7E12">
        <w:rPr>
          <w:rFonts w:cstheme="minorHAnsi"/>
        </w:rPr>
        <w:t xml:space="preserve">prowadzonego przez </w:t>
      </w:r>
      <w:r w:rsidRPr="00D21CA7">
        <w:rPr>
          <w:rFonts w:cstheme="minorHAnsi"/>
          <w:b/>
        </w:rPr>
        <w:t>PGE Dystrybucja S.A.</w:t>
      </w:r>
      <w:r>
        <w:rPr>
          <w:rFonts w:cstheme="minorHAnsi"/>
        </w:rPr>
        <w:t>, w imieniu której działa PGE Dystrybucja S.A. Oddział Białystok</w:t>
      </w:r>
      <w:r w:rsidRPr="00CC7E12">
        <w:rPr>
          <w:rFonts w:cstheme="minorHAnsi"/>
          <w:i/>
        </w:rPr>
        <w:t xml:space="preserve"> </w:t>
      </w:r>
      <w:r w:rsidRPr="00CC7E12">
        <w:rPr>
          <w:rFonts w:cstheme="minorHAnsi"/>
        </w:rPr>
        <w:t>oświadczam, co następuje:</w:t>
      </w:r>
      <w:r>
        <w:rPr>
          <w:rFonts w:cstheme="minorHAnsi"/>
        </w:rPr>
        <w:t xml:space="preserve"> 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67241E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1041C7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1041C7">
        <w:rPr>
          <w:rFonts w:eastAsia="Times New Roman" w:cs="Arial"/>
        </w:rPr>
        <w:t>, zaktualizowanym rozporządzeniem Rady (UE) 2025/2033 (Dz.U. L, 2025/2033 z 23.10.2025) dalej: rozporządzenie 2025/2033</w:t>
      </w:r>
      <w:r w:rsidRPr="001041C7">
        <w:t>.</w:t>
      </w:r>
      <w:r w:rsidRPr="001041C7">
        <w:rPr>
          <w:vertAlign w:val="superscript"/>
        </w:rPr>
        <w:footnoteReference w:id="1"/>
      </w:r>
    </w:p>
    <w:p w14:paraId="3EA3242A" w14:textId="02EBD694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1041C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5E6B3D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E8E046B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5D7C671C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0F0F3EA8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56E37232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602280" w:rsidRPr="006B2C28" w14:paraId="511BCC77" w14:textId="77777777" w:rsidTr="00834F94">
      <w:trPr>
        <w:trHeight w:val="1140"/>
      </w:trPr>
      <w:tc>
        <w:tcPr>
          <w:tcW w:w="6119" w:type="dxa"/>
          <w:vAlign w:val="center"/>
        </w:tcPr>
        <w:p w14:paraId="5D4B2066" w14:textId="77777777" w:rsidR="00602280" w:rsidRPr="006E100D" w:rsidRDefault="00602280" w:rsidP="006022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626D34E" w14:textId="77777777" w:rsidR="00602280" w:rsidRPr="007530A3" w:rsidRDefault="00602280" w:rsidP="006022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3A85208B" w14:textId="5B4E814C" w:rsidR="00602280" w:rsidRPr="006B2C28" w:rsidRDefault="00602280" w:rsidP="006022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7530A3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</w:t>
          </w:r>
          <w:r w:rsidR="0046782C">
            <w:rPr>
              <w:rFonts w:asciiTheme="majorHAnsi" w:hAnsiTheme="majorHAnsi"/>
              <w:color w:val="000000" w:themeColor="text1"/>
              <w:sz w:val="14"/>
              <w:szCs w:val="18"/>
            </w:rPr>
            <w:t>04324</w:t>
          </w:r>
          <w:r w:rsidRPr="007530A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203E39BB" w14:textId="77777777" w:rsidR="00602280" w:rsidRPr="006B2C28" w:rsidRDefault="00602280" w:rsidP="006022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398E7B" w14:textId="77777777" w:rsidR="00602280" w:rsidRPr="006B2C28" w:rsidRDefault="00602280" w:rsidP="006022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6BAF826F" wp14:editId="472BC35A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6A31C40B" w14:textId="77777777" w:rsidR="00602280" w:rsidRDefault="006022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4737F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041C7"/>
    <w:rsid w:val="001112C2"/>
    <w:rsid w:val="001150E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87879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6782C"/>
    <w:rsid w:val="00473D75"/>
    <w:rsid w:val="0047759A"/>
    <w:rsid w:val="004925D9"/>
    <w:rsid w:val="00492AEE"/>
    <w:rsid w:val="00496248"/>
    <w:rsid w:val="00496273"/>
    <w:rsid w:val="004A723C"/>
    <w:rsid w:val="004B29F9"/>
    <w:rsid w:val="004B5050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02280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241E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2B03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2244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0A3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04324  Zał. 4 do SWZ - Oświadczenie_wykluczenie.docx</dmsv2BaseFileName>
    <dmsv2BaseDisplayName xmlns="http://schemas.microsoft.com/sharepoint/v3">04324  Zał. 4 do SWZ - Oświadczenie_wykluczenie</dmsv2BaseDisplayName>
    <dmsv2SWPP2ObjectNumber xmlns="http://schemas.microsoft.com/sharepoint/v3">POST/DYS/OB/GZ/04324/2025                         </dmsv2SWPP2ObjectNumber>
    <dmsv2SWPP2SumMD5 xmlns="http://schemas.microsoft.com/sharepoint/v3">b5def6c95bd50c3de4c7a19fb648fbf9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700386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23998620</dmsv2BaseClientSystemDocumentID>
    <dmsv2BaseModifiedByID xmlns="http://schemas.microsoft.com/sharepoint/v3">11500184</dmsv2BaseModifiedByID>
    <dmsv2BaseCreatedByID xmlns="http://schemas.microsoft.com/sharepoint/v3">11500184</dmsv2BaseCreatedByID>
    <dmsv2SWPP2ObjectDepartment xmlns="http://schemas.microsoft.com/sharepoint/v3">00000001000700000000000f0000</dmsv2SWPP2ObjectDepartment>
    <dmsv2SWPP2ObjectName xmlns="http://schemas.microsoft.com/sharepoint/v3">Postępowanie</dmsv2SWPP2ObjectName>
    <_dlc_DocId xmlns="a19cb1c7-c5c7-46d4-85ae-d83685407bba">JEUP5JKVCYQC-1133723987-11939</_dlc_DocId>
    <_dlc_DocIdUrl xmlns="a19cb1c7-c5c7-46d4-85ae-d83685407bba">
      <Url>https://swpp2.dms.gkpge.pl/sites/41/_layouts/15/DocIdRedir.aspx?ID=JEUP5JKVCYQC-1133723987-11939</Url>
      <Description>JEUP5JKVCYQC-1133723987-11939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C6D7422-312A-4184-8737-011E2F97653D}"/>
</file>

<file path=customXml/itemProps5.xml><?xml version="1.0" encoding="utf-8"?>
<ds:datastoreItem xmlns:ds="http://schemas.openxmlformats.org/officeDocument/2006/customXml" ds:itemID="{55FDE1AD-C550-44F4-98E0-54698A2096D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9</TotalTime>
  <Pages>2</Pages>
  <Words>804</Words>
  <Characters>4830</Characters>
  <Application>Microsoft Office Word</Application>
  <DocSecurity>0</DocSecurity>
  <Lines>40</Lines>
  <Paragraphs>11</Paragraphs>
  <ScaleCrop>false</ScaleCrop>
  <Company>PGE Systemy</Company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Barchanowicz Stanisław [PGE Dystr. O.Białystok]</cp:lastModifiedBy>
  <cp:revision>5</cp:revision>
  <cp:lastPrinted>2024-07-15T11:21:00Z</cp:lastPrinted>
  <dcterms:created xsi:type="dcterms:W3CDTF">2025-11-28T12:56:00Z</dcterms:created>
  <dcterms:modified xsi:type="dcterms:W3CDTF">2025-12-03T08:18:00Z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f69e5ba2-7396-4f5c-a37b-7b7c3c26fdcf</vt:lpwstr>
  </property>
</Properties>
</file>